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:rsidTr="00BF5628">
        <w:trPr>
          <w:trHeight w:val="2835"/>
        </w:trPr>
        <w:tc>
          <w:tcPr>
            <w:tcW w:w="9355" w:type="dxa"/>
          </w:tcPr>
          <w:p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321002" wp14:editId="539CC915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7C89" w:rsidRPr="00F91E72" w:rsidRDefault="004F788C" w:rsidP="004F788C">
      <w:pPr>
        <w:tabs>
          <w:tab w:val="left" w:pos="3555"/>
        </w:tabs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  <w:r w:rsidR="00F91E72">
        <w:rPr>
          <w:rFonts w:ascii="Times New Roman" w:hAnsi="Times New Roman"/>
          <w:sz w:val="26"/>
          <w:szCs w:val="26"/>
        </w:rPr>
        <w:t xml:space="preserve"> </w:t>
      </w:r>
      <w:r w:rsidR="00F91E72" w:rsidRPr="00F91E72">
        <w:rPr>
          <w:rFonts w:ascii="Times New Roman" w:hAnsi="Times New Roman"/>
          <w:sz w:val="26"/>
          <w:szCs w:val="26"/>
        </w:rPr>
        <w:t>ПРИКАЗ</w:t>
      </w:r>
      <w:r w:rsidR="006913A7">
        <w:rPr>
          <w:rFonts w:ascii="Times New Roman" w:hAnsi="Times New Roman"/>
          <w:sz w:val="26"/>
          <w:szCs w:val="26"/>
        </w:rPr>
        <w:t>А</w:t>
      </w:r>
      <w:r w:rsidR="002F2345">
        <w:rPr>
          <w:rFonts w:ascii="Times New Roman" w:hAnsi="Times New Roman"/>
          <w:sz w:val="26"/>
          <w:szCs w:val="26"/>
        </w:rPr>
        <w:t xml:space="preserve"> </w:t>
      </w:r>
    </w:p>
    <w:p w:rsidR="001E169C" w:rsidRPr="00F91E72" w:rsidRDefault="00D730C5" w:rsidP="00F91E72">
      <w:pPr>
        <w:tabs>
          <w:tab w:val="left" w:pos="35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19.01.2026</w:t>
      </w:r>
      <w:r w:rsidR="004F788C">
        <w:rPr>
          <w:rFonts w:ascii="Times New Roman" w:hAnsi="Times New Roman"/>
          <w:sz w:val="26"/>
          <w:szCs w:val="26"/>
        </w:rPr>
        <w:t xml:space="preserve"> </w:t>
      </w:r>
    </w:p>
    <w:p w:rsidR="004F788C" w:rsidRDefault="004F788C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приказ </w:t>
      </w:r>
    </w:p>
    <w:p w:rsidR="004F788C" w:rsidRDefault="004F788C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финансового управления Ногликский </w:t>
      </w:r>
    </w:p>
    <w:p w:rsidR="00D079DB" w:rsidRDefault="004F788C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муниципальный округ Сахалинской </w:t>
      </w:r>
      <w:r w:rsidR="00D079DB">
        <w:rPr>
          <w:rFonts w:ascii="Times New Roman" w:hAnsi="Times New Roman"/>
          <w:sz w:val="26"/>
          <w:szCs w:val="26"/>
        </w:rPr>
        <w:t>области</w:t>
      </w:r>
    </w:p>
    <w:p w:rsidR="00D079DB" w:rsidRDefault="00D730C5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20.08.2025 № 28</w:t>
      </w:r>
      <w:r w:rsidR="004F788C">
        <w:rPr>
          <w:rFonts w:ascii="Times New Roman" w:hAnsi="Times New Roman"/>
          <w:sz w:val="26"/>
          <w:szCs w:val="26"/>
        </w:rPr>
        <w:t xml:space="preserve"> «</w:t>
      </w:r>
      <w:r w:rsidR="00037C89">
        <w:rPr>
          <w:rFonts w:ascii="Times New Roman" w:hAnsi="Times New Roman"/>
          <w:sz w:val="26"/>
          <w:szCs w:val="26"/>
        </w:rPr>
        <w:t xml:space="preserve">Об утверждении </w:t>
      </w:r>
    </w:p>
    <w:p w:rsidR="00D079DB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нормативных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затрат</w:t>
      </w:r>
      <w:r w:rsidR="004F78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обеспечение функций </w:t>
      </w:r>
    </w:p>
    <w:p w:rsidR="00D079DB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финансового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управления муниципального </w:t>
      </w:r>
    </w:p>
    <w:p w:rsidR="00D079DB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Ногликский муниципальный </w:t>
      </w:r>
    </w:p>
    <w:p w:rsidR="00E2330D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округ</w:t>
      </w:r>
      <w:r w:rsidR="00D079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Сахалинской области</w:t>
      </w:r>
      <w:r w:rsidR="004F788C">
        <w:rPr>
          <w:rFonts w:ascii="Times New Roman" w:hAnsi="Times New Roman"/>
          <w:sz w:val="26"/>
          <w:szCs w:val="26"/>
        </w:rPr>
        <w:t>»</w:t>
      </w:r>
    </w:p>
    <w:p w:rsidR="00D079DB" w:rsidRPr="00037C89" w:rsidRDefault="00D079DB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37C89" w:rsidRDefault="00037C89" w:rsidP="00037C89">
      <w:pPr>
        <w:spacing w:after="0" w:line="120" w:lineRule="auto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</w:t>
      </w:r>
    </w:p>
    <w:p w:rsidR="00037C89" w:rsidRP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На основании постановления администрации муниципального образования «Городской округ Ногликский» от 15.08.2016 № 275 </w:t>
      </w:r>
      <w:bookmarkStart w:id="0" w:name="doc_name"/>
      <w:r w:rsidRPr="00037C89">
        <w:rPr>
          <w:rFonts w:ascii="Times New Roman" w:hAnsi="Times New Roman"/>
          <w:sz w:val="26"/>
          <w:szCs w:val="26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Pr="00037C89">
        <w:rPr>
          <w:rFonts w:ascii="Times New Roman" w:hAnsi="Times New Roman"/>
          <w:sz w:val="26"/>
          <w:szCs w:val="26"/>
        </w:rPr>
        <w:t>», в целях повышения эффективности расходования бюджетных средств и обоснования объекта закупки, ПРИКАЗЫВАЮ:</w:t>
      </w:r>
    </w:p>
    <w:p w:rsidR="004F788C" w:rsidRDefault="001E169C" w:rsidP="001E1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4F788C">
        <w:rPr>
          <w:rFonts w:ascii="Times New Roman" w:hAnsi="Times New Roman"/>
          <w:sz w:val="26"/>
          <w:szCs w:val="26"/>
        </w:rPr>
        <w:t>В приложение № 2 к приказу финансового управления Ногликский муниципальный</w:t>
      </w:r>
      <w:r w:rsidR="00D730C5">
        <w:rPr>
          <w:rFonts w:ascii="Times New Roman" w:hAnsi="Times New Roman"/>
          <w:sz w:val="26"/>
          <w:szCs w:val="26"/>
        </w:rPr>
        <w:t xml:space="preserve"> округ Сахалинской области от 20.08.2025 № 28</w:t>
      </w:r>
      <w:r w:rsidR="004F788C">
        <w:rPr>
          <w:rFonts w:ascii="Times New Roman" w:hAnsi="Times New Roman"/>
          <w:sz w:val="26"/>
          <w:szCs w:val="26"/>
        </w:rPr>
        <w:t xml:space="preserve"> «Об утверждении нормативных затрат на обеспечение функций финансового управления</w:t>
      </w:r>
      <w:r w:rsidR="00A93147">
        <w:rPr>
          <w:rFonts w:ascii="Times New Roman" w:hAnsi="Times New Roman"/>
          <w:sz w:val="26"/>
          <w:szCs w:val="26"/>
        </w:rPr>
        <w:t xml:space="preserve"> муниципального образования Ногликский муниципальный округ Сахалинской области» внести следующие изменения:</w:t>
      </w:r>
    </w:p>
    <w:p w:rsidR="00D079DB" w:rsidRDefault="001E169C" w:rsidP="00CA3C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D730C5">
        <w:rPr>
          <w:rFonts w:ascii="Times New Roman" w:hAnsi="Times New Roman"/>
          <w:sz w:val="26"/>
          <w:szCs w:val="26"/>
        </w:rPr>
        <w:t>Пункт 4.2 раздела 4 дополнить подпункт</w:t>
      </w:r>
      <w:r w:rsidR="00B56F8D">
        <w:rPr>
          <w:rFonts w:ascii="Times New Roman" w:hAnsi="Times New Roman"/>
          <w:sz w:val="26"/>
          <w:szCs w:val="26"/>
        </w:rPr>
        <w:t>ом\</w:t>
      </w:r>
      <w:bookmarkStart w:id="1" w:name="_GoBack"/>
      <w:bookmarkEnd w:id="1"/>
      <w:r w:rsidR="00D730C5">
        <w:rPr>
          <w:rFonts w:ascii="Times New Roman" w:hAnsi="Times New Roman"/>
          <w:sz w:val="26"/>
          <w:szCs w:val="26"/>
        </w:rPr>
        <w:t xml:space="preserve"> 20</w:t>
      </w:r>
      <w:r w:rsidR="00342168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A93147" w:rsidRDefault="00A93147" w:rsidP="00A931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2693"/>
        <w:gridCol w:w="1937"/>
        <w:gridCol w:w="2109"/>
        <w:gridCol w:w="1759"/>
      </w:tblGrid>
      <w:tr w:rsidR="00377C23" w:rsidRPr="00A93147" w:rsidTr="00CA3C02">
        <w:trPr>
          <w:trHeight w:val="522"/>
        </w:trPr>
        <w:tc>
          <w:tcPr>
            <w:tcW w:w="851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3147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93147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693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3147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1937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109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759" w:type="dxa"/>
          </w:tcPr>
          <w:p w:rsidR="00377C23" w:rsidRPr="00A93147" w:rsidRDefault="00377C23" w:rsidP="00377C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77C23" w:rsidRPr="00A93147" w:rsidTr="00CA3C02">
        <w:trPr>
          <w:trHeight w:val="255"/>
        </w:trPr>
        <w:tc>
          <w:tcPr>
            <w:tcW w:w="851" w:type="dxa"/>
          </w:tcPr>
          <w:p w:rsidR="00377C23" w:rsidRPr="00A93147" w:rsidRDefault="00CA3C02" w:rsidP="00CA3C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</w:t>
            </w:r>
          </w:p>
        </w:tc>
        <w:tc>
          <w:tcPr>
            <w:tcW w:w="2693" w:type="dxa"/>
          </w:tcPr>
          <w:p w:rsidR="00377C23" w:rsidRPr="00A93147" w:rsidRDefault="00CA3C02" w:rsidP="00377C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Запасные части, инструменты и принадлежности, узлы для ремонта оборудования основных средств</w:t>
            </w:r>
          </w:p>
        </w:tc>
        <w:tc>
          <w:tcPr>
            <w:tcW w:w="1937" w:type="dxa"/>
          </w:tcPr>
          <w:p w:rsidR="00377C23" w:rsidRDefault="00377C23" w:rsidP="00377C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2109" w:type="dxa"/>
          </w:tcPr>
          <w:p w:rsidR="00377C23" w:rsidRPr="00A93147" w:rsidRDefault="00377C23" w:rsidP="00903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759" w:type="dxa"/>
          </w:tcPr>
          <w:p w:rsidR="00377C23" w:rsidRPr="00A93147" w:rsidRDefault="00377C23" w:rsidP="00CA3C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Не более </w:t>
            </w:r>
            <w:r w:rsidR="00CA3C02">
              <w:rPr>
                <w:rFonts w:ascii="Times New Roman" w:hAnsi="Times New Roman"/>
                <w:sz w:val="26"/>
                <w:szCs w:val="26"/>
              </w:rPr>
              <w:t xml:space="preserve">     30 </w:t>
            </w:r>
            <w:r>
              <w:rPr>
                <w:rFonts w:ascii="Times New Roman" w:hAnsi="Times New Roman"/>
                <w:sz w:val="26"/>
                <w:szCs w:val="26"/>
              </w:rPr>
              <w:t>000 руб.</w:t>
            </w:r>
          </w:p>
        </w:tc>
      </w:tr>
    </w:tbl>
    <w:p w:rsidR="00A93147" w:rsidRDefault="00A93147" w:rsidP="00A93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37C89" w:rsidRDefault="00CA3C02" w:rsidP="001E1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1E169C">
        <w:rPr>
          <w:rFonts w:ascii="Times New Roman" w:hAnsi="Times New Roman"/>
          <w:sz w:val="26"/>
          <w:szCs w:val="26"/>
        </w:rPr>
        <w:t xml:space="preserve">. </w:t>
      </w:r>
      <w:r w:rsidR="00037C89" w:rsidRPr="00037C89">
        <w:rPr>
          <w:rFonts w:ascii="Times New Roman" w:hAnsi="Times New Roman"/>
          <w:sz w:val="26"/>
          <w:szCs w:val="26"/>
        </w:rPr>
        <w:t xml:space="preserve">Контроль за исполнением настоящего приказа возложить на начальника отдела учета и отчетности Кашинову С.Т. </w:t>
      </w:r>
    </w:p>
    <w:p w:rsidR="00037C89" w:rsidRDefault="00037C89" w:rsidP="00CA3C02">
      <w:pPr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</w:t>
      </w:r>
    </w:p>
    <w:p w:rsidR="00CA3C02" w:rsidRDefault="00CA3C02" w:rsidP="00CA3C02">
      <w:pPr>
        <w:jc w:val="both"/>
        <w:rPr>
          <w:rFonts w:ascii="Times New Roman" w:hAnsi="Times New Roman"/>
          <w:sz w:val="26"/>
          <w:szCs w:val="26"/>
        </w:rPr>
      </w:pPr>
    </w:p>
    <w:p w:rsidR="00CA3C02" w:rsidRPr="00037C89" w:rsidRDefault="00CA3C02" w:rsidP="00CA3C02">
      <w:pPr>
        <w:jc w:val="both"/>
        <w:rPr>
          <w:rFonts w:ascii="Times New Roman" w:hAnsi="Times New Roman"/>
          <w:sz w:val="26"/>
          <w:szCs w:val="26"/>
        </w:rPr>
      </w:pPr>
    </w:p>
    <w:p w:rsidR="00BF5628" w:rsidRPr="00037C89" w:rsidRDefault="00037C89" w:rsidP="00037C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C89">
        <w:rPr>
          <w:rFonts w:ascii="Times New Roman" w:hAnsi="Times New Roman"/>
          <w:sz w:val="26"/>
          <w:szCs w:val="26"/>
        </w:rPr>
        <w:t>Начальник фин</w:t>
      </w:r>
      <w:r w:rsidR="00EE287A">
        <w:rPr>
          <w:rFonts w:ascii="Times New Roman" w:hAnsi="Times New Roman"/>
          <w:sz w:val="26"/>
          <w:szCs w:val="26"/>
        </w:rPr>
        <w:t xml:space="preserve">ансового </w:t>
      </w:r>
      <w:r w:rsidRPr="00037C89">
        <w:rPr>
          <w:rFonts w:ascii="Times New Roman" w:hAnsi="Times New Roman"/>
          <w:sz w:val="26"/>
          <w:szCs w:val="26"/>
        </w:rPr>
        <w:t xml:space="preserve">управления                                                  </w:t>
      </w:r>
      <w:r w:rsidR="00EE287A">
        <w:rPr>
          <w:rFonts w:ascii="Times New Roman" w:hAnsi="Times New Roman"/>
          <w:sz w:val="26"/>
          <w:szCs w:val="26"/>
        </w:rPr>
        <w:t xml:space="preserve">    </w:t>
      </w:r>
      <w:r w:rsidRPr="00037C89">
        <w:rPr>
          <w:rFonts w:ascii="Times New Roman" w:hAnsi="Times New Roman"/>
          <w:sz w:val="26"/>
          <w:szCs w:val="26"/>
        </w:rPr>
        <w:t xml:space="preserve">Е.В. Петрушенко            </w:t>
      </w:r>
    </w:p>
    <w:sectPr w:rsidR="00BF5628" w:rsidRPr="00037C89" w:rsidSect="00D8241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3F"/>
    <w:rsid w:val="00037C89"/>
    <w:rsid w:val="001E169C"/>
    <w:rsid w:val="002F2345"/>
    <w:rsid w:val="0031487E"/>
    <w:rsid w:val="00335E20"/>
    <w:rsid w:val="00342168"/>
    <w:rsid w:val="00377C23"/>
    <w:rsid w:val="003907C0"/>
    <w:rsid w:val="00445F75"/>
    <w:rsid w:val="004A40EF"/>
    <w:rsid w:val="004F788C"/>
    <w:rsid w:val="00547D0E"/>
    <w:rsid w:val="005B2F3F"/>
    <w:rsid w:val="006913A7"/>
    <w:rsid w:val="006C4621"/>
    <w:rsid w:val="0070303D"/>
    <w:rsid w:val="007E41CE"/>
    <w:rsid w:val="00846F65"/>
    <w:rsid w:val="008F74B0"/>
    <w:rsid w:val="00942188"/>
    <w:rsid w:val="009F72A2"/>
    <w:rsid w:val="00A7381F"/>
    <w:rsid w:val="00A93147"/>
    <w:rsid w:val="00AE7716"/>
    <w:rsid w:val="00B25688"/>
    <w:rsid w:val="00B56F8D"/>
    <w:rsid w:val="00B85C46"/>
    <w:rsid w:val="00BB5552"/>
    <w:rsid w:val="00BF5628"/>
    <w:rsid w:val="00C36F12"/>
    <w:rsid w:val="00CA3C02"/>
    <w:rsid w:val="00CF7E15"/>
    <w:rsid w:val="00D06984"/>
    <w:rsid w:val="00D079DB"/>
    <w:rsid w:val="00D22133"/>
    <w:rsid w:val="00D26FA1"/>
    <w:rsid w:val="00D730C5"/>
    <w:rsid w:val="00D82419"/>
    <w:rsid w:val="00D947B3"/>
    <w:rsid w:val="00E2330D"/>
    <w:rsid w:val="00E61189"/>
    <w:rsid w:val="00EE287A"/>
    <w:rsid w:val="00F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D53A2-7D7F-4A53-A06A-A608D828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yanova\Desktop\&#1041;&#1083;&#1072;&#1085;&#1082;%20&#1087;&#1080;&#1089;&#1100;&#1084;&#1072;%20&#1040;&#1044;&#1052;&#1048;&#1053;&#1048;&#1057;&#1058;&#1056;&#1040;&#1062;&#1048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АДМИНИСТРАЦИЯ</Template>
  <TotalTime>177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Елена А. Ремета</cp:lastModifiedBy>
  <cp:revision>14</cp:revision>
  <cp:lastPrinted>2026-01-19T04:16:00Z</cp:lastPrinted>
  <dcterms:created xsi:type="dcterms:W3CDTF">2025-01-09T23:45:00Z</dcterms:created>
  <dcterms:modified xsi:type="dcterms:W3CDTF">2026-01-19T04:18:00Z</dcterms:modified>
</cp:coreProperties>
</file>